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ECD5A" w14:textId="77777777" w:rsidR="00CE7AA0" w:rsidRPr="00CE7AA0" w:rsidRDefault="00CE7AA0" w:rsidP="00CE7AA0">
      <w:pPr>
        <w:spacing w:after="120" w:line="240" w:lineRule="auto"/>
        <w:jc w:val="center"/>
        <w:rPr>
          <w:rFonts w:eastAsia="Calibri" w:cs="Arial"/>
          <w:b/>
          <w:sz w:val="28"/>
          <w:szCs w:val="28"/>
          <w:lang w:eastAsia="cs-CZ"/>
        </w:rPr>
      </w:pPr>
      <w:r w:rsidRPr="00CE7AA0">
        <w:rPr>
          <w:rFonts w:eastAsia="Calibri" w:cs="Arial"/>
          <w:b/>
          <w:caps/>
          <w:sz w:val="28"/>
          <w:szCs w:val="28"/>
          <w:lang w:eastAsia="cs-CZ"/>
        </w:rPr>
        <w:t xml:space="preserve">čestné prohlášení dodavatele </w:t>
      </w:r>
      <w:r w:rsidRPr="00CE7AA0">
        <w:rPr>
          <w:rFonts w:eastAsia="Calibri" w:cs="Arial"/>
          <w:b/>
          <w:sz w:val="28"/>
          <w:szCs w:val="28"/>
          <w:lang w:eastAsia="cs-CZ"/>
        </w:rPr>
        <w:t xml:space="preserve">K MEZINÁRODNÍM SANKCÍM </w:t>
      </w:r>
    </w:p>
    <w:p w14:paraId="5908EE2E" w14:textId="77777777" w:rsidR="00CE7AA0" w:rsidRPr="00CE7AA0" w:rsidRDefault="00CE7AA0" w:rsidP="00CE7AA0">
      <w:pPr>
        <w:spacing w:line="240" w:lineRule="auto"/>
        <w:ind w:left="3686" w:hanging="3686"/>
        <w:rPr>
          <w:rFonts w:eastAsia="Calibri" w:cs="Arial"/>
          <w:b/>
          <w:caps/>
          <w:sz w:val="20"/>
          <w:szCs w:val="20"/>
          <w:u w:val="single"/>
          <w:lang w:eastAsia="cs-CZ"/>
        </w:rPr>
      </w:pPr>
    </w:p>
    <w:p w14:paraId="46A6378C" w14:textId="32C80630" w:rsidR="00CE7AA0" w:rsidRPr="00CE7AA0" w:rsidRDefault="00CE7AA0" w:rsidP="00CE7AA0">
      <w:pPr>
        <w:spacing w:line="240" w:lineRule="auto"/>
        <w:ind w:left="3540" w:hanging="3540"/>
        <w:rPr>
          <w:rFonts w:eastAsia="Times New Roman" w:cs="Arial"/>
          <w:b/>
          <w:sz w:val="20"/>
          <w:szCs w:val="20"/>
          <w:lang w:eastAsia="cs-CZ"/>
        </w:rPr>
      </w:pPr>
      <w:r w:rsidRPr="00CE7AA0">
        <w:rPr>
          <w:rFonts w:eastAsia="Calibri" w:cs="Arial"/>
          <w:b/>
          <w:caps/>
          <w:sz w:val="20"/>
          <w:szCs w:val="20"/>
          <w:u w:val="single"/>
          <w:lang w:eastAsia="cs-CZ"/>
        </w:rPr>
        <w:t>NÁZEV veřejnÉ zakázkY</w:t>
      </w:r>
      <w:r w:rsidRPr="00CE7AA0">
        <w:rPr>
          <w:rFonts w:eastAsia="Times New Roman" w:cs="Arial"/>
          <w:b/>
          <w:sz w:val="20"/>
          <w:szCs w:val="20"/>
          <w:lang w:eastAsia="cs-CZ"/>
        </w:rPr>
        <w:t>:</w:t>
      </w:r>
      <w:r w:rsidRPr="00CE7AA0">
        <w:rPr>
          <w:rFonts w:eastAsia="Times New Roman" w:cs="Arial"/>
          <w:b/>
          <w:sz w:val="20"/>
          <w:szCs w:val="20"/>
          <w:lang w:eastAsia="cs-CZ"/>
        </w:rPr>
        <w:tab/>
      </w:r>
      <w:r w:rsidR="009E077F" w:rsidRPr="007237BE">
        <w:rPr>
          <w:rFonts w:cs="Arial"/>
          <w:b/>
          <w:iCs/>
          <w:sz w:val="20"/>
          <w:szCs w:val="20"/>
        </w:rPr>
        <w:t xml:space="preserve">Oprava mostu k budově urgentního příjmu v areálu Nemocnice Most, </w:t>
      </w:r>
      <w:proofErr w:type="spellStart"/>
      <w:r w:rsidR="009E077F" w:rsidRPr="007237BE">
        <w:rPr>
          <w:rFonts w:cs="Arial"/>
          <w:b/>
          <w:iCs/>
          <w:sz w:val="20"/>
          <w:szCs w:val="20"/>
        </w:rPr>
        <w:t>o.z</w:t>
      </w:r>
      <w:proofErr w:type="spellEnd"/>
      <w:r w:rsidR="009E077F" w:rsidRPr="007237BE">
        <w:rPr>
          <w:rFonts w:cs="Arial"/>
          <w:b/>
          <w:iCs/>
          <w:sz w:val="20"/>
          <w:szCs w:val="20"/>
        </w:rPr>
        <w:t xml:space="preserve">. - </w:t>
      </w:r>
      <w:r w:rsidR="009E077F" w:rsidRPr="007237BE">
        <w:rPr>
          <w:b/>
          <w:sz w:val="20"/>
          <w:szCs w:val="20"/>
        </w:rPr>
        <w:t>DESIGN &amp; BUILD</w:t>
      </w:r>
    </w:p>
    <w:p w14:paraId="71ADD1B8" w14:textId="77777777" w:rsidR="00CE7AA0" w:rsidRPr="00CE7AA0" w:rsidRDefault="00CE7AA0" w:rsidP="00CE7AA0">
      <w:pPr>
        <w:spacing w:line="240" w:lineRule="auto"/>
        <w:ind w:left="3540" w:hanging="3540"/>
        <w:rPr>
          <w:rFonts w:eastAsia="Calibri" w:cs="Arial"/>
          <w:b/>
          <w:caps/>
          <w:sz w:val="20"/>
          <w:szCs w:val="20"/>
          <w:u w:val="single"/>
          <w:lang w:eastAsia="cs-CZ"/>
        </w:rPr>
      </w:pPr>
    </w:p>
    <w:p w14:paraId="34537435" w14:textId="77777777" w:rsidR="00CE7AA0" w:rsidRPr="00CE7AA0" w:rsidRDefault="00CE7AA0" w:rsidP="00CE7AA0">
      <w:pPr>
        <w:spacing w:line="240" w:lineRule="auto"/>
        <w:ind w:left="3686" w:hanging="3686"/>
        <w:rPr>
          <w:rFonts w:eastAsia="Calibri" w:cs="Arial"/>
          <w:b/>
          <w:caps/>
          <w:sz w:val="20"/>
          <w:szCs w:val="20"/>
          <w:u w:val="single"/>
          <w:lang w:eastAsia="cs-CZ"/>
        </w:rPr>
      </w:pPr>
      <w:r w:rsidRPr="00CE7AA0">
        <w:rPr>
          <w:rFonts w:eastAsia="Calibri" w:cs="Arial"/>
          <w:b/>
          <w:caps/>
          <w:sz w:val="20"/>
          <w:szCs w:val="20"/>
          <w:u w:val="single"/>
          <w:lang w:eastAsia="cs-CZ"/>
        </w:rPr>
        <w:t>základní identifikační údaje dodavatelE:</w:t>
      </w:r>
    </w:p>
    <w:p w14:paraId="009DF28B" w14:textId="77777777" w:rsidR="00CE7AA0" w:rsidRPr="00CE7AA0" w:rsidRDefault="00CE7AA0" w:rsidP="00CE7AA0">
      <w:pPr>
        <w:spacing w:line="240" w:lineRule="auto"/>
        <w:ind w:left="3686" w:hanging="3686"/>
        <w:rPr>
          <w:rFonts w:eastAsia="Calibri" w:cs="Arial"/>
          <w:b/>
          <w:caps/>
          <w:sz w:val="20"/>
          <w:szCs w:val="20"/>
          <w:u w:val="single"/>
          <w:lang w:eastAsia="cs-CZ"/>
        </w:rPr>
      </w:pPr>
    </w:p>
    <w:tbl>
      <w:tblPr>
        <w:tblW w:w="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5528"/>
      </w:tblGrid>
      <w:tr w:rsidR="00CE7AA0" w:rsidRPr="00CE7AA0" w14:paraId="048C1BDD" w14:textId="77777777" w:rsidTr="00D01C01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6E7771" w14:textId="77777777" w:rsidR="00CE7AA0" w:rsidRPr="00CE7AA0" w:rsidRDefault="00CE7AA0" w:rsidP="00CE7AA0">
            <w:pPr>
              <w:spacing w:after="60" w:line="240" w:lineRule="auto"/>
              <w:rPr>
                <w:rFonts w:eastAsia="Calibri" w:cs="Arial"/>
                <w:sz w:val="20"/>
                <w:szCs w:val="20"/>
                <w:lang w:eastAsia="cs-CZ"/>
              </w:rPr>
            </w:pPr>
            <w:r w:rsidRPr="00CE7AA0">
              <w:rPr>
                <w:rFonts w:eastAsia="Calibri" w:cs="Arial"/>
                <w:sz w:val="20"/>
                <w:szCs w:val="20"/>
                <w:lang w:eastAsia="cs-CZ"/>
              </w:rPr>
              <w:t>Název dodavatele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6E905B1" w14:textId="77777777" w:rsidR="00CE7AA0" w:rsidRPr="00CE7AA0" w:rsidRDefault="00CE7AA0" w:rsidP="00CE7AA0">
            <w:pPr>
              <w:spacing w:after="60" w:line="240" w:lineRule="auto"/>
              <w:rPr>
                <w:rFonts w:eastAsia="Calibri" w:cs="Arial"/>
                <w:sz w:val="20"/>
                <w:szCs w:val="20"/>
                <w:lang w:eastAsia="cs-CZ"/>
              </w:rPr>
            </w:pPr>
          </w:p>
        </w:tc>
      </w:tr>
      <w:tr w:rsidR="00CE7AA0" w:rsidRPr="00CE7AA0" w14:paraId="7B5157B7" w14:textId="77777777" w:rsidTr="00D01C01">
        <w:trPr>
          <w:trHeight w:val="397"/>
        </w:trPr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15A87B" w14:textId="77777777" w:rsidR="00CE7AA0" w:rsidRPr="00CE7AA0" w:rsidRDefault="00CE7AA0" w:rsidP="00CE7AA0">
            <w:pPr>
              <w:spacing w:after="60" w:line="240" w:lineRule="auto"/>
              <w:rPr>
                <w:rFonts w:eastAsia="Calibri" w:cs="Arial"/>
                <w:sz w:val="20"/>
                <w:szCs w:val="20"/>
                <w:lang w:eastAsia="cs-CZ"/>
              </w:rPr>
            </w:pPr>
            <w:r w:rsidRPr="00CE7AA0">
              <w:rPr>
                <w:rFonts w:eastAsia="Calibri" w:cs="Arial"/>
                <w:sz w:val="20"/>
                <w:szCs w:val="20"/>
                <w:lang w:eastAsia="cs-CZ"/>
              </w:rPr>
              <w:t>Sídlo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FED3D30" w14:textId="77777777" w:rsidR="00CE7AA0" w:rsidRPr="00CE7AA0" w:rsidRDefault="00CE7AA0" w:rsidP="00CE7AA0">
            <w:pPr>
              <w:spacing w:after="60" w:line="240" w:lineRule="auto"/>
              <w:rPr>
                <w:rFonts w:eastAsia="Calibri" w:cs="Arial"/>
                <w:sz w:val="20"/>
                <w:szCs w:val="20"/>
                <w:lang w:eastAsia="cs-CZ"/>
              </w:rPr>
            </w:pPr>
          </w:p>
        </w:tc>
      </w:tr>
      <w:tr w:rsidR="00CE7AA0" w:rsidRPr="00CE7AA0" w14:paraId="3222C8D8" w14:textId="77777777" w:rsidTr="00D01C01">
        <w:trPr>
          <w:trHeight w:val="397"/>
        </w:trPr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9EFC4A" w14:textId="77777777" w:rsidR="00CE7AA0" w:rsidRPr="00CE7AA0" w:rsidRDefault="00CE7AA0" w:rsidP="00CE7AA0">
            <w:pPr>
              <w:spacing w:after="60" w:line="240" w:lineRule="auto"/>
              <w:rPr>
                <w:rFonts w:eastAsia="Calibri" w:cs="Arial"/>
                <w:sz w:val="20"/>
                <w:szCs w:val="20"/>
                <w:lang w:eastAsia="cs-CZ"/>
              </w:rPr>
            </w:pPr>
            <w:r w:rsidRPr="00CE7AA0">
              <w:rPr>
                <w:rFonts w:eastAsia="Calibri" w:cs="Arial"/>
                <w:sz w:val="20"/>
                <w:szCs w:val="20"/>
                <w:lang w:eastAsia="cs-CZ"/>
              </w:rPr>
              <w:t xml:space="preserve">Právní forma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041A9FB" w14:textId="77777777" w:rsidR="00CE7AA0" w:rsidRPr="00CE7AA0" w:rsidRDefault="00CE7AA0" w:rsidP="00CE7AA0">
            <w:pPr>
              <w:spacing w:after="60" w:line="240" w:lineRule="auto"/>
              <w:rPr>
                <w:rFonts w:eastAsia="Calibri" w:cs="Arial"/>
                <w:sz w:val="20"/>
                <w:szCs w:val="20"/>
                <w:lang w:eastAsia="cs-CZ"/>
              </w:rPr>
            </w:pPr>
          </w:p>
        </w:tc>
      </w:tr>
      <w:tr w:rsidR="00CE7AA0" w:rsidRPr="00CE7AA0" w14:paraId="616203E2" w14:textId="77777777" w:rsidTr="00D01C01">
        <w:trPr>
          <w:trHeight w:val="397"/>
        </w:trPr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7FC4F5" w14:textId="77777777" w:rsidR="00CE7AA0" w:rsidRPr="00CE7AA0" w:rsidRDefault="00CE7AA0" w:rsidP="00CE7AA0">
            <w:pPr>
              <w:spacing w:after="60" w:line="240" w:lineRule="auto"/>
              <w:rPr>
                <w:rFonts w:eastAsia="Calibri" w:cs="Arial"/>
                <w:sz w:val="20"/>
                <w:szCs w:val="20"/>
                <w:lang w:eastAsia="cs-CZ"/>
              </w:rPr>
            </w:pPr>
            <w:r w:rsidRPr="00CE7AA0">
              <w:rPr>
                <w:rFonts w:eastAsia="Calibri" w:cs="Arial"/>
                <w:sz w:val="20"/>
                <w:szCs w:val="20"/>
                <w:lang w:eastAsia="cs-CZ"/>
              </w:rPr>
              <w:t>IČO, DIČ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FB3D793" w14:textId="77777777" w:rsidR="00CE7AA0" w:rsidRPr="00CE7AA0" w:rsidRDefault="00CE7AA0" w:rsidP="00CE7AA0">
            <w:pPr>
              <w:spacing w:after="60" w:line="240" w:lineRule="auto"/>
              <w:rPr>
                <w:rFonts w:eastAsia="Calibri" w:cs="Arial"/>
                <w:sz w:val="20"/>
                <w:szCs w:val="20"/>
                <w:lang w:eastAsia="cs-CZ"/>
              </w:rPr>
            </w:pPr>
          </w:p>
        </w:tc>
      </w:tr>
      <w:tr w:rsidR="00CE7AA0" w:rsidRPr="00CE7AA0" w14:paraId="57EFF762" w14:textId="77777777" w:rsidTr="00D01C01">
        <w:trPr>
          <w:trHeight w:val="397"/>
        </w:trPr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3BDB15" w14:textId="77777777" w:rsidR="00CE7AA0" w:rsidRPr="00CE7AA0" w:rsidRDefault="00CE7AA0" w:rsidP="00CE7AA0">
            <w:pPr>
              <w:spacing w:after="60" w:line="240" w:lineRule="auto"/>
              <w:rPr>
                <w:rFonts w:eastAsia="Calibri" w:cs="Arial"/>
                <w:sz w:val="20"/>
                <w:szCs w:val="20"/>
                <w:lang w:eastAsia="cs-CZ"/>
              </w:rPr>
            </w:pPr>
            <w:r w:rsidRPr="00CE7AA0">
              <w:rPr>
                <w:rFonts w:eastAsia="Calibri" w:cs="Arial"/>
                <w:sz w:val="20"/>
                <w:szCs w:val="20"/>
                <w:lang w:eastAsia="cs-CZ"/>
              </w:rPr>
              <w:t xml:space="preserve">Zástupce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07045" w14:textId="77777777" w:rsidR="00CE7AA0" w:rsidRPr="00CE7AA0" w:rsidRDefault="00CE7AA0" w:rsidP="00CE7AA0">
            <w:pPr>
              <w:spacing w:after="60" w:line="240" w:lineRule="auto"/>
              <w:rPr>
                <w:rFonts w:eastAsia="Calibri" w:cs="Arial"/>
                <w:sz w:val="20"/>
                <w:szCs w:val="20"/>
                <w:lang w:eastAsia="cs-CZ"/>
              </w:rPr>
            </w:pPr>
          </w:p>
        </w:tc>
      </w:tr>
    </w:tbl>
    <w:p w14:paraId="2BF24F3B" w14:textId="77777777" w:rsidR="00CE7AA0" w:rsidRPr="00CE7AA0" w:rsidRDefault="00CE7AA0" w:rsidP="00CE7AA0">
      <w:pPr>
        <w:tabs>
          <w:tab w:val="left" w:pos="567"/>
        </w:tabs>
        <w:spacing w:after="120" w:line="240" w:lineRule="auto"/>
        <w:jc w:val="both"/>
        <w:rPr>
          <w:rFonts w:eastAsia="Calibri" w:cs="Arial"/>
          <w:sz w:val="20"/>
          <w:szCs w:val="20"/>
          <w:lang w:eastAsia="cs-CZ"/>
        </w:rPr>
      </w:pPr>
    </w:p>
    <w:p w14:paraId="09D6621A" w14:textId="77777777" w:rsidR="00CE7AA0" w:rsidRPr="00CE7AA0" w:rsidRDefault="00CE7AA0" w:rsidP="00CE7AA0">
      <w:pPr>
        <w:tabs>
          <w:tab w:val="left" w:pos="567"/>
        </w:tabs>
        <w:spacing w:after="120" w:line="240" w:lineRule="auto"/>
        <w:jc w:val="both"/>
        <w:rPr>
          <w:rFonts w:eastAsia="Times New Roman" w:cs="Arial"/>
          <w:b/>
          <w:bCs/>
          <w:color w:val="00000A"/>
          <w:sz w:val="20"/>
          <w:szCs w:val="20"/>
          <w:lang w:eastAsia="cs-CZ"/>
        </w:rPr>
      </w:pPr>
      <w:r w:rsidRPr="00CE7AA0">
        <w:rPr>
          <w:rFonts w:eastAsia="Times New Roman" w:cs="Arial"/>
          <w:b/>
          <w:bCs/>
          <w:color w:val="00000A"/>
          <w:sz w:val="20"/>
          <w:szCs w:val="20"/>
          <w:lang w:eastAsia="cs-CZ"/>
        </w:rPr>
        <w:t>Prohlašuji, že jako dodavatel veřejné zakázky nejsem dodavatelem ve smyslu nařízení Rady EU č. 2022/576, tj. nejsem:</w:t>
      </w:r>
    </w:p>
    <w:p w14:paraId="007E46DB" w14:textId="77777777" w:rsidR="00CE7AA0" w:rsidRPr="00CE7AA0" w:rsidRDefault="00CE7AA0" w:rsidP="00CE7AA0">
      <w:pPr>
        <w:tabs>
          <w:tab w:val="left" w:pos="567"/>
        </w:tabs>
        <w:spacing w:after="120" w:line="240" w:lineRule="auto"/>
        <w:jc w:val="both"/>
        <w:rPr>
          <w:rFonts w:eastAsia="Times New Roman" w:cs="Arial"/>
          <w:color w:val="00000A"/>
          <w:sz w:val="20"/>
          <w:szCs w:val="20"/>
          <w:lang w:eastAsia="cs-CZ"/>
        </w:rPr>
      </w:pPr>
      <w:r w:rsidRPr="00CE7AA0">
        <w:rPr>
          <w:rFonts w:eastAsia="Times New Roman" w:cs="Arial"/>
          <w:color w:val="00000A"/>
          <w:sz w:val="20"/>
          <w:szCs w:val="20"/>
          <w:lang w:eastAsia="cs-CZ"/>
        </w:rPr>
        <w:t>a) ruským státním příslušníkem, fyzickou či právnickou osobou, subjektem či orgánem se sídlem v Rusku,</w:t>
      </w:r>
    </w:p>
    <w:p w14:paraId="0770F702" w14:textId="77777777" w:rsidR="00CE7AA0" w:rsidRPr="00CE7AA0" w:rsidRDefault="00CE7AA0" w:rsidP="00CE7AA0">
      <w:pPr>
        <w:tabs>
          <w:tab w:val="left" w:pos="567"/>
        </w:tabs>
        <w:spacing w:after="120" w:line="240" w:lineRule="auto"/>
        <w:jc w:val="both"/>
        <w:rPr>
          <w:rFonts w:eastAsia="Times New Roman" w:cs="Arial"/>
          <w:color w:val="00000A"/>
          <w:sz w:val="20"/>
          <w:szCs w:val="20"/>
          <w:lang w:eastAsia="cs-CZ"/>
        </w:rPr>
      </w:pPr>
      <w:r w:rsidRPr="00CE7AA0">
        <w:rPr>
          <w:rFonts w:eastAsia="Times New Roman" w:cs="Arial"/>
          <w:color w:val="00000A"/>
          <w:sz w:val="20"/>
          <w:szCs w:val="20"/>
          <w:lang w:eastAsia="cs-CZ"/>
        </w:rPr>
        <w:t>b) právnickou osobou, subjektem nebo orgánem, který je z více než 50 % přímo či nepřímo vlastněný některým ze subjektů uvedených v písmeni a), nebo</w:t>
      </w:r>
    </w:p>
    <w:p w14:paraId="13C0CB17" w14:textId="77777777" w:rsidR="00CE7AA0" w:rsidRPr="00CE7AA0" w:rsidRDefault="00CE7AA0" w:rsidP="00CE7AA0">
      <w:pPr>
        <w:tabs>
          <w:tab w:val="left" w:pos="567"/>
        </w:tabs>
        <w:spacing w:after="120" w:line="240" w:lineRule="auto"/>
        <w:jc w:val="both"/>
        <w:rPr>
          <w:rFonts w:eastAsia="Times New Roman" w:cs="Arial"/>
          <w:color w:val="00000A"/>
          <w:sz w:val="20"/>
          <w:szCs w:val="20"/>
          <w:lang w:eastAsia="cs-CZ"/>
        </w:rPr>
      </w:pPr>
      <w:r w:rsidRPr="00CE7AA0">
        <w:rPr>
          <w:rFonts w:eastAsia="Times New Roman" w:cs="Arial"/>
          <w:color w:val="00000A"/>
          <w:sz w:val="20"/>
          <w:szCs w:val="20"/>
          <w:lang w:eastAsia="cs-CZ"/>
        </w:rPr>
        <w:t>c) fyzickou nebo právnickou osobou, subjektem nebo orgánem, který jedná jménem nebo na pokyn některého ze subjektů uvedených v písmeni a) nebo b).</w:t>
      </w:r>
    </w:p>
    <w:p w14:paraId="663BFBA5" w14:textId="77777777" w:rsidR="00CE7AA0" w:rsidRPr="00CE7AA0" w:rsidRDefault="00CE7AA0" w:rsidP="00CE7AA0">
      <w:pPr>
        <w:tabs>
          <w:tab w:val="left" w:pos="567"/>
        </w:tabs>
        <w:spacing w:after="120" w:line="240" w:lineRule="auto"/>
        <w:jc w:val="both"/>
        <w:rPr>
          <w:rFonts w:eastAsia="Times New Roman" w:cs="Arial"/>
          <w:color w:val="00000A"/>
          <w:sz w:val="20"/>
          <w:szCs w:val="20"/>
          <w:lang w:eastAsia="cs-CZ"/>
        </w:rPr>
      </w:pPr>
      <w:r w:rsidRPr="00CE7AA0">
        <w:rPr>
          <w:rFonts w:eastAsia="Times New Roman" w:cs="Arial"/>
          <w:color w:val="00000A"/>
          <w:sz w:val="20"/>
          <w:szCs w:val="20"/>
          <w:lang w:eastAsia="cs-CZ"/>
        </w:rPr>
        <w:t>Prohlašuji, že nevyužiji při plnění veřejné zakázky poddodavatele, který by naplnil výše uvedená písm. a) – c), pokud by plnil více než 10 % hodnoty zakázky.</w:t>
      </w:r>
    </w:p>
    <w:p w14:paraId="2631D9AC" w14:textId="444AAC33" w:rsidR="00CE7AA0" w:rsidRPr="00CE7AA0" w:rsidRDefault="00CE7AA0" w:rsidP="00CE7AA0">
      <w:pPr>
        <w:tabs>
          <w:tab w:val="left" w:pos="567"/>
        </w:tabs>
        <w:spacing w:after="120" w:line="240" w:lineRule="auto"/>
        <w:jc w:val="both"/>
        <w:rPr>
          <w:rFonts w:eastAsia="Times New Roman" w:cs="Arial"/>
          <w:b/>
          <w:color w:val="00000A"/>
          <w:sz w:val="20"/>
          <w:szCs w:val="20"/>
          <w:lang w:eastAsia="cs-CZ"/>
        </w:rPr>
      </w:pPr>
      <w:r w:rsidRPr="00CE7AA0">
        <w:rPr>
          <w:rFonts w:eastAsia="Times New Roman" w:cs="Arial"/>
          <w:b/>
          <w:color w:val="00000A"/>
          <w:sz w:val="20"/>
          <w:szCs w:val="20"/>
          <w:lang w:eastAsia="cs-CZ"/>
        </w:rPr>
        <w:t>Dále prohlašuji, že neobchoduji se sankcionovaným zbožím, které se nachází v Rusku nebo Bělorusku či z</w:t>
      </w:r>
      <w:r>
        <w:rPr>
          <w:rFonts w:eastAsia="Times New Roman" w:cs="Arial"/>
          <w:b/>
          <w:color w:val="00000A"/>
          <w:sz w:val="20"/>
          <w:szCs w:val="20"/>
          <w:lang w:eastAsia="cs-CZ"/>
        </w:rPr>
        <w:t> </w:t>
      </w:r>
      <w:r w:rsidRPr="00CE7AA0">
        <w:rPr>
          <w:rFonts w:eastAsia="Times New Roman" w:cs="Arial"/>
          <w:b/>
          <w:color w:val="00000A"/>
          <w:sz w:val="20"/>
          <w:szCs w:val="20"/>
          <w:lang w:eastAsia="cs-CZ"/>
        </w:rPr>
        <w:t>Ruska nebo Běloruska pochází a nenabízím takové zboží v rámci plnění veřejných zakázek.</w:t>
      </w:r>
    </w:p>
    <w:p w14:paraId="61786CDB" w14:textId="77777777" w:rsidR="00CE7AA0" w:rsidRPr="00CE7AA0" w:rsidRDefault="00CE7AA0" w:rsidP="00CE7AA0">
      <w:pPr>
        <w:tabs>
          <w:tab w:val="left" w:pos="567"/>
        </w:tabs>
        <w:spacing w:after="120" w:line="240" w:lineRule="auto"/>
        <w:jc w:val="both"/>
        <w:rPr>
          <w:rFonts w:eastAsia="Times New Roman" w:cs="Arial"/>
          <w:b/>
          <w:color w:val="00000A"/>
          <w:sz w:val="20"/>
          <w:szCs w:val="20"/>
          <w:lang w:eastAsia="cs-CZ"/>
        </w:rPr>
      </w:pPr>
      <w:r w:rsidRPr="00CE7AA0">
        <w:rPr>
          <w:rFonts w:eastAsia="Times New Roman" w:cs="Arial"/>
          <w:b/>
          <w:color w:val="00000A"/>
          <w:sz w:val="20"/>
          <w:szCs w:val="20"/>
          <w:lang w:eastAsia="cs-CZ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 jejich prospěch</w:t>
      </w:r>
      <w:r w:rsidRPr="00CE7AA0">
        <w:rPr>
          <w:rFonts w:eastAsia="Times New Roman" w:cs="Arial"/>
          <w:b/>
          <w:color w:val="00000A"/>
          <w:sz w:val="20"/>
          <w:szCs w:val="20"/>
          <w:vertAlign w:val="superscript"/>
          <w:lang w:eastAsia="cs-CZ"/>
        </w:rPr>
        <w:footnoteReference w:id="1"/>
      </w:r>
      <w:r w:rsidRPr="00CE7AA0">
        <w:rPr>
          <w:rFonts w:eastAsia="Times New Roman" w:cs="Arial"/>
          <w:b/>
          <w:color w:val="00000A"/>
          <w:sz w:val="20"/>
          <w:szCs w:val="20"/>
          <w:lang w:eastAsia="cs-CZ"/>
        </w:rPr>
        <w:t>.</w:t>
      </w:r>
    </w:p>
    <w:p w14:paraId="63F4F170" w14:textId="77777777" w:rsidR="00CE7AA0" w:rsidRPr="00CE7AA0" w:rsidRDefault="00CE7AA0" w:rsidP="00CE7AA0">
      <w:pPr>
        <w:tabs>
          <w:tab w:val="left" w:pos="567"/>
        </w:tabs>
        <w:spacing w:after="120" w:line="240" w:lineRule="auto"/>
        <w:jc w:val="both"/>
        <w:rPr>
          <w:rFonts w:eastAsia="Times New Roman" w:cs="Arial"/>
          <w:color w:val="00000A"/>
          <w:sz w:val="20"/>
          <w:szCs w:val="20"/>
          <w:lang w:eastAsia="cs-CZ"/>
        </w:rPr>
      </w:pPr>
      <w:r w:rsidRPr="00CE7AA0">
        <w:rPr>
          <w:rFonts w:eastAsia="Times New Roman" w:cs="Arial"/>
          <w:color w:val="00000A"/>
          <w:sz w:val="20"/>
          <w:szCs w:val="20"/>
          <w:lang w:eastAsia="cs-CZ"/>
        </w:rPr>
        <w:t>V případě změny výše uvedeného budu neprodleně zadavatele informovat.</w:t>
      </w:r>
    </w:p>
    <w:p w14:paraId="46DF3466" w14:textId="7FBCF92A" w:rsidR="00CE7AA0" w:rsidRDefault="00CE7AA0" w:rsidP="00CE7AA0">
      <w:pPr>
        <w:snapToGrid w:val="0"/>
        <w:spacing w:after="120" w:line="240" w:lineRule="auto"/>
        <w:rPr>
          <w:rFonts w:eastAsia="Times New Roman" w:cs="Arial"/>
          <w:sz w:val="20"/>
          <w:szCs w:val="20"/>
          <w:lang w:eastAsia="cs-CZ"/>
        </w:rPr>
      </w:pPr>
    </w:p>
    <w:p w14:paraId="0FAFBBE5" w14:textId="77777777" w:rsidR="00CE7AA0" w:rsidRPr="00CE7AA0" w:rsidRDefault="00CE7AA0" w:rsidP="00CE7AA0">
      <w:pPr>
        <w:snapToGrid w:val="0"/>
        <w:spacing w:after="120" w:line="240" w:lineRule="auto"/>
        <w:rPr>
          <w:rFonts w:eastAsia="Times New Roman" w:cs="Arial"/>
          <w:sz w:val="20"/>
          <w:szCs w:val="20"/>
          <w:lang w:eastAsia="cs-CZ"/>
        </w:rPr>
      </w:pPr>
    </w:p>
    <w:p w14:paraId="7BE9F74E" w14:textId="77777777" w:rsidR="00CE7AA0" w:rsidRPr="00CE7AA0" w:rsidRDefault="00CE7AA0" w:rsidP="00CE7AA0">
      <w:pPr>
        <w:snapToGrid w:val="0"/>
        <w:spacing w:after="120" w:line="240" w:lineRule="auto"/>
        <w:rPr>
          <w:rFonts w:eastAsia="Times New Roman" w:cs="Arial"/>
          <w:sz w:val="20"/>
          <w:szCs w:val="20"/>
          <w:lang w:eastAsia="cs-CZ"/>
        </w:rPr>
      </w:pPr>
    </w:p>
    <w:p w14:paraId="59C16BC3" w14:textId="77777777" w:rsidR="00CE7AA0" w:rsidRPr="00CE7AA0" w:rsidRDefault="00CE7AA0" w:rsidP="00CE7AA0">
      <w:pPr>
        <w:snapToGrid w:val="0"/>
        <w:spacing w:after="120" w:line="240" w:lineRule="auto"/>
        <w:rPr>
          <w:rFonts w:eastAsia="Times New Roman" w:cs="Arial"/>
          <w:sz w:val="20"/>
          <w:szCs w:val="20"/>
          <w:lang w:eastAsia="cs-CZ"/>
        </w:rPr>
      </w:pPr>
      <w:r w:rsidRPr="00CE7AA0">
        <w:rPr>
          <w:rFonts w:eastAsia="Times New Roman" w:cs="Arial"/>
          <w:sz w:val="20"/>
          <w:szCs w:val="20"/>
          <w:lang w:eastAsia="cs-CZ"/>
        </w:rPr>
        <w:t>V …………… dne ……………</w:t>
      </w:r>
      <w:r w:rsidRPr="00CE7AA0">
        <w:rPr>
          <w:rFonts w:eastAsia="Times New Roman" w:cs="Arial"/>
          <w:sz w:val="20"/>
          <w:szCs w:val="20"/>
          <w:lang w:eastAsia="cs-CZ"/>
        </w:rPr>
        <w:tab/>
      </w:r>
      <w:r w:rsidRPr="00CE7AA0">
        <w:rPr>
          <w:rFonts w:eastAsia="Times New Roman" w:cs="Arial"/>
          <w:sz w:val="20"/>
          <w:szCs w:val="20"/>
          <w:lang w:eastAsia="cs-CZ"/>
        </w:rPr>
        <w:tab/>
        <w:t>……………………………………………</w:t>
      </w:r>
    </w:p>
    <w:p w14:paraId="6C4FFE90" w14:textId="77777777" w:rsidR="00CE7AA0" w:rsidRPr="00CE7AA0" w:rsidRDefault="00CE7AA0" w:rsidP="00CE7AA0">
      <w:pPr>
        <w:snapToGrid w:val="0"/>
        <w:spacing w:after="120" w:line="240" w:lineRule="auto"/>
        <w:ind w:left="4248"/>
        <w:rPr>
          <w:rFonts w:eastAsia="Times New Roman" w:cs="Arial"/>
          <w:sz w:val="20"/>
          <w:szCs w:val="20"/>
          <w:lang w:eastAsia="cs-CZ"/>
        </w:rPr>
      </w:pPr>
      <w:r w:rsidRPr="00CE7AA0">
        <w:rPr>
          <w:rFonts w:eastAsia="Times New Roman" w:cs="Arial"/>
          <w:sz w:val="20"/>
          <w:szCs w:val="20"/>
          <w:lang w:eastAsia="cs-CZ"/>
        </w:rPr>
        <w:t>titul, jméno, příjmení, funkce, podpis oprávněné osoby jednat za dodavatele</w:t>
      </w:r>
    </w:p>
    <w:p w14:paraId="53E5DBA3" w14:textId="77777777" w:rsidR="00CE7AA0" w:rsidRPr="00CE7AA0" w:rsidRDefault="00CE7AA0" w:rsidP="00CE7AA0">
      <w:pPr>
        <w:snapToGrid w:val="0"/>
        <w:spacing w:after="120" w:line="240" w:lineRule="auto"/>
        <w:ind w:left="4248"/>
        <w:rPr>
          <w:rFonts w:eastAsia="Times New Roman" w:cs="Arial"/>
          <w:sz w:val="20"/>
          <w:szCs w:val="20"/>
          <w:lang w:eastAsia="cs-CZ"/>
        </w:rPr>
      </w:pPr>
    </w:p>
    <w:p w14:paraId="3427E9D6" w14:textId="77777777" w:rsidR="00CE7AA0" w:rsidRPr="00CE7AA0" w:rsidRDefault="00CE7AA0" w:rsidP="00CE7AA0">
      <w:pPr>
        <w:spacing w:line="240" w:lineRule="auto"/>
        <w:jc w:val="center"/>
        <w:rPr>
          <w:rFonts w:eastAsia="Times New Roman" w:cs="Arial"/>
          <w:b/>
          <w:sz w:val="20"/>
          <w:szCs w:val="20"/>
          <w:lang w:eastAsia="cs-CZ"/>
        </w:rPr>
      </w:pPr>
    </w:p>
    <w:p w14:paraId="018AFA51" w14:textId="77777777" w:rsidR="00932EB1" w:rsidRPr="00C7652B" w:rsidRDefault="00932EB1" w:rsidP="000C7F59">
      <w:pPr>
        <w:tabs>
          <w:tab w:val="left" w:pos="567"/>
        </w:tabs>
        <w:spacing w:after="120" w:line="240" w:lineRule="auto"/>
        <w:ind w:left="709"/>
        <w:rPr>
          <w:rFonts w:eastAsia="Century Schoolbook" w:cs="Times New Roman"/>
          <w:color w:val="414751"/>
          <w:sz w:val="20"/>
          <w:szCs w:val="20"/>
          <w:lang w:eastAsia="cs-CZ"/>
        </w:rPr>
      </w:pPr>
    </w:p>
    <w:sectPr w:rsidR="00932EB1" w:rsidRPr="00C7652B" w:rsidSect="00642266">
      <w:headerReference w:type="default" r:id="rId8"/>
      <w:footerReference w:type="default" r:id="rId9"/>
      <w:pgSz w:w="11906" w:h="16838"/>
      <w:pgMar w:top="2552" w:right="849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A9B36" w14:textId="77777777" w:rsidR="00F44FAC" w:rsidRDefault="00F44FAC" w:rsidP="004A044C">
      <w:pPr>
        <w:spacing w:line="240" w:lineRule="auto"/>
      </w:pPr>
      <w:r>
        <w:separator/>
      </w:r>
    </w:p>
  </w:endnote>
  <w:endnote w:type="continuationSeparator" w:id="0">
    <w:p w14:paraId="687476E2" w14:textId="77777777" w:rsidR="00F44FAC" w:rsidRDefault="00F44FAC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altName w:val="Arial"/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6674D" w14:textId="77777777" w:rsidR="00240FFA" w:rsidRDefault="00125813" w:rsidP="00E01B24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BF5A45D" wp14:editId="69AF2FEA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A5FE1A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5711F4CD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66E92FA4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F5A45D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0CA5FE1A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5711F4CD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66E92FA4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0CE23B1" wp14:editId="7F3BDE31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6C7F40A" wp14:editId="2FE9FAC7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3E716C" w14:textId="77777777"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6991E91D" w14:textId="550E4DCD"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</w:t>
                          </w:r>
                          <w:r w:rsidR="00642266">
                            <w:rPr>
                              <w:szCs w:val="16"/>
                            </w:rPr>
                            <w:t>a</w:t>
                          </w:r>
                        </w:p>
                        <w:p w14:paraId="1DA8F62C" w14:textId="25EB007D"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Ústí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="00FD76A8">
                            <w:rPr>
                              <w:szCs w:val="16"/>
                            </w:rPr>
                            <w:t>na</w:t>
                          </w:r>
                          <w:r>
                            <w:rPr>
                              <w:szCs w:val="16"/>
                            </w:rPr>
                            <w:t>d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36C7F40A"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0F3E716C" w14:textId="77777777"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6991E91D" w14:textId="550E4DCD"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</w:t>
                    </w:r>
                    <w:r w:rsidR="00642266">
                      <w:rPr>
                        <w:szCs w:val="16"/>
                      </w:rPr>
                      <w:t>a</w:t>
                    </w:r>
                  </w:p>
                  <w:p w14:paraId="1DA8F62C" w14:textId="25EB007D"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</w:t>
                    </w:r>
                    <w:proofErr w:type="spellStart"/>
                    <w:r>
                      <w:rPr>
                        <w:szCs w:val="16"/>
                      </w:rPr>
                      <w:t>Ústí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 w:rsidR="00FD76A8">
                      <w:rPr>
                        <w:szCs w:val="16"/>
                      </w:rPr>
                      <w:t>na</w:t>
                    </w:r>
                    <w:r>
                      <w:rPr>
                        <w:szCs w:val="16"/>
                      </w:rPr>
                      <w:t>d</w:t>
                    </w:r>
                    <w:proofErr w:type="spellEnd"/>
                    <w:r>
                      <w:rPr>
                        <w:szCs w:val="16"/>
                      </w:rPr>
                      <w:t xml:space="preserve">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E466149" wp14:editId="2D0F01D1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13884F" w14:textId="77777777"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14:paraId="226133D0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060D88BC" w14:textId="77777777" w:rsidR="00240FFA" w:rsidRPr="00240FFA" w:rsidRDefault="00D47E6C" w:rsidP="00240FFA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E466149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6213884F" w14:textId="77777777"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14:paraId="226133D0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060D88BC" w14:textId="77777777" w:rsidR="00240FFA" w:rsidRPr="00240FFA" w:rsidRDefault="00D47E6C" w:rsidP="00240FFA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3C56FAA" wp14:editId="3859A433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1FD1164" wp14:editId="44911380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22" name="Obráze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FD90C" w14:textId="77777777" w:rsidR="00F44FAC" w:rsidRDefault="00F44FAC" w:rsidP="004A044C">
      <w:pPr>
        <w:spacing w:line="240" w:lineRule="auto"/>
      </w:pPr>
      <w:r>
        <w:separator/>
      </w:r>
    </w:p>
  </w:footnote>
  <w:footnote w:type="continuationSeparator" w:id="0">
    <w:p w14:paraId="59BE7B3D" w14:textId="77777777" w:rsidR="00F44FAC" w:rsidRDefault="00F44FAC" w:rsidP="004A044C">
      <w:pPr>
        <w:spacing w:line="240" w:lineRule="auto"/>
      </w:pPr>
      <w:r>
        <w:continuationSeparator/>
      </w:r>
    </w:p>
  </w:footnote>
  <w:footnote w:id="1">
    <w:p w14:paraId="7A42869D" w14:textId="77777777" w:rsidR="00CE7AA0" w:rsidRDefault="00CE7AA0" w:rsidP="00CE7AA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E899E" w14:textId="77777777"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 w:rsidRPr="00CE7AA0">
      <w:rPr>
        <w:color w:val="A6A6A6"/>
        <w:sz w:val="16"/>
        <w:szCs w:val="16"/>
      </w:rPr>
      <w:tab/>
      <w:t xml:space="preserve">Stránka </w:t>
    </w:r>
    <w:r w:rsidRPr="00CE7AA0">
      <w:rPr>
        <w:b/>
        <w:bCs/>
        <w:color w:val="A6A6A6"/>
        <w:sz w:val="16"/>
        <w:szCs w:val="16"/>
      </w:rPr>
      <w:fldChar w:fldCharType="begin"/>
    </w:r>
    <w:r w:rsidRPr="00CE7AA0">
      <w:rPr>
        <w:b/>
        <w:bCs/>
        <w:color w:val="A6A6A6"/>
        <w:sz w:val="16"/>
        <w:szCs w:val="16"/>
      </w:rPr>
      <w:instrText>PAGE  \* Arabic  \* MERGEFORMAT</w:instrText>
    </w:r>
    <w:r w:rsidRPr="00CE7AA0">
      <w:rPr>
        <w:b/>
        <w:bCs/>
        <w:color w:val="A6A6A6"/>
        <w:sz w:val="16"/>
        <w:szCs w:val="16"/>
      </w:rPr>
      <w:fldChar w:fldCharType="separate"/>
    </w:r>
    <w:r w:rsidRPr="00CE7AA0">
      <w:rPr>
        <w:b/>
        <w:bCs/>
        <w:color w:val="A6A6A6"/>
        <w:sz w:val="16"/>
        <w:szCs w:val="16"/>
      </w:rPr>
      <w:t>1</w:t>
    </w:r>
    <w:r w:rsidRPr="00CE7AA0">
      <w:rPr>
        <w:b/>
        <w:bCs/>
        <w:color w:val="A6A6A6"/>
        <w:sz w:val="16"/>
        <w:szCs w:val="16"/>
      </w:rPr>
      <w:fldChar w:fldCharType="end"/>
    </w:r>
    <w:r w:rsidRPr="00CE7AA0">
      <w:rPr>
        <w:color w:val="A6A6A6"/>
        <w:sz w:val="16"/>
        <w:szCs w:val="16"/>
      </w:rPr>
      <w:t xml:space="preserve"> z </w:t>
    </w:r>
    <w:r w:rsidRPr="00CE7AA0">
      <w:rPr>
        <w:b/>
        <w:bCs/>
        <w:color w:val="A6A6A6"/>
        <w:sz w:val="16"/>
        <w:szCs w:val="16"/>
      </w:rPr>
      <w:fldChar w:fldCharType="begin"/>
    </w:r>
    <w:r w:rsidRPr="00CE7AA0">
      <w:rPr>
        <w:b/>
        <w:bCs/>
        <w:color w:val="A6A6A6"/>
        <w:sz w:val="16"/>
        <w:szCs w:val="16"/>
      </w:rPr>
      <w:instrText>NUMPAGES  \* Arabic  \* MERGEFORMAT</w:instrText>
    </w:r>
    <w:r w:rsidRPr="00CE7AA0">
      <w:rPr>
        <w:b/>
        <w:bCs/>
        <w:color w:val="A6A6A6"/>
        <w:sz w:val="16"/>
        <w:szCs w:val="16"/>
      </w:rPr>
      <w:fldChar w:fldCharType="separate"/>
    </w:r>
    <w:r w:rsidRPr="00CE7AA0">
      <w:rPr>
        <w:b/>
        <w:bCs/>
        <w:color w:val="A6A6A6"/>
        <w:sz w:val="16"/>
        <w:szCs w:val="16"/>
      </w:rPr>
      <w:t>1</w:t>
    </w:r>
    <w:r w:rsidRPr="00CE7AA0">
      <w:rPr>
        <w:b/>
        <w:bCs/>
        <w:color w:val="A6A6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7415703F" wp14:editId="75800A02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21" name="Obrázek 21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C0CE8EF" wp14:editId="2650FC8E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97" type="#_x0000_t75" style="width:37.5pt;height:37.5pt;visibility:visible;mso-wrap-style:square" o:bullet="t">
        <v:imagedata r:id="rId1" o:title=""/>
      </v:shape>
    </w:pict>
  </w:numPicBullet>
  <w:abstractNum w:abstractNumId="0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PostScriptOverText/>
  <w:proofState w:spelling="clean" w:grammar="clean"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F8"/>
    <w:rsid w:val="000015E1"/>
    <w:rsid w:val="00003697"/>
    <w:rsid w:val="00013DE8"/>
    <w:rsid w:val="000725D6"/>
    <w:rsid w:val="00073CCE"/>
    <w:rsid w:val="000A73EC"/>
    <w:rsid w:val="000C4F3C"/>
    <w:rsid w:val="000C7F59"/>
    <w:rsid w:val="000F7A22"/>
    <w:rsid w:val="00101773"/>
    <w:rsid w:val="00125813"/>
    <w:rsid w:val="00147316"/>
    <w:rsid w:val="001C39F1"/>
    <w:rsid w:val="001E3FEB"/>
    <w:rsid w:val="00240FFA"/>
    <w:rsid w:val="00241EAC"/>
    <w:rsid w:val="00260DDE"/>
    <w:rsid w:val="0026591C"/>
    <w:rsid w:val="002F7F3E"/>
    <w:rsid w:val="0031358D"/>
    <w:rsid w:val="00331F3A"/>
    <w:rsid w:val="00353FB2"/>
    <w:rsid w:val="00392423"/>
    <w:rsid w:val="003B3991"/>
    <w:rsid w:val="003D4DF8"/>
    <w:rsid w:val="00440EB4"/>
    <w:rsid w:val="00462009"/>
    <w:rsid w:val="0047111E"/>
    <w:rsid w:val="004A044C"/>
    <w:rsid w:val="004A68D9"/>
    <w:rsid w:val="004C6686"/>
    <w:rsid w:val="00507B10"/>
    <w:rsid w:val="00540947"/>
    <w:rsid w:val="00580EDE"/>
    <w:rsid w:val="005964DC"/>
    <w:rsid w:val="005B402A"/>
    <w:rsid w:val="005C64DB"/>
    <w:rsid w:val="005E3326"/>
    <w:rsid w:val="00642266"/>
    <w:rsid w:val="00657FE1"/>
    <w:rsid w:val="006C53A2"/>
    <w:rsid w:val="006E2395"/>
    <w:rsid w:val="006F2635"/>
    <w:rsid w:val="0071483B"/>
    <w:rsid w:val="007476D3"/>
    <w:rsid w:val="00824631"/>
    <w:rsid w:val="008650CD"/>
    <w:rsid w:val="008E311B"/>
    <w:rsid w:val="008F4FC4"/>
    <w:rsid w:val="008F6A0E"/>
    <w:rsid w:val="00932EB1"/>
    <w:rsid w:val="009876AE"/>
    <w:rsid w:val="009969EB"/>
    <w:rsid w:val="009A699B"/>
    <w:rsid w:val="009E077F"/>
    <w:rsid w:val="00A037B7"/>
    <w:rsid w:val="00A15D6B"/>
    <w:rsid w:val="00A31EB3"/>
    <w:rsid w:val="00A77944"/>
    <w:rsid w:val="00AA676B"/>
    <w:rsid w:val="00AB233A"/>
    <w:rsid w:val="00AB3597"/>
    <w:rsid w:val="00AF22E6"/>
    <w:rsid w:val="00B04E80"/>
    <w:rsid w:val="00B25962"/>
    <w:rsid w:val="00B34585"/>
    <w:rsid w:val="00BC0A5A"/>
    <w:rsid w:val="00C070C0"/>
    <w:rsid w:val="00C207E1"/>
    <w:rsid w:val="00C26BA0"/>
    <w:rsid w:val="00C7652B"/>
    <w:rsid w:val="00CC227C"/>
    <w:rsid w:val="00CE2490"/>
    <w:rsid w:val="00CE7AA0"/>
    <w:rsid w:val="00D21F38"/>
    <w:rsid w:val="00D22279"/>
    <w:rsid w:val="00D271E1"/>
    <w:rsid w:val="00D47E6C"/>
    <w:rsid w:val="00D7639E"/>
    <w:rsid w:val="00D9237F"/>
    <w:rsid w:val="00DE56F9"/>
    <w:rsid w:val="00E01B24"/>
    <w:rsid w:val="00E1346F"/>
    <w:rsid w:val="00E3756C"/>
    <w:rsid w:val="00E87CBA"/>
    <w:rsid w:val="00E94005"/>
    <w:rsid w:val="00EE60B1"/>
    <w:rsid w:val="00F37091"/>
    <w:rsid w:val="00F44FAC"/>
    <w:rsid w:val="00FD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7826B5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  <w:style w:type="paragraph" w:styleId="Textpoznpodarou">
    <w:name w:val="footnote text"/>
    <w:basedOn w:val="Normln"/>
    <w:link w:val="TextpoznpodarouChar"/>
    <w:uiPriority w:val="99"/>
    <w:unhideWhenUsed/>
    <w:rsid w:val="00CE7AA0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E7AA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E7A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ED78-2CE7-47D8-A19D-8D938A9D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3</TotalTime>
  <Pages>1</Pages>
  <Words>251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Chladová Radka</cp:lastModifiedBy>
  <cp:revision>7</cp:revision>
  <cp:lastPrinted>2025-02-20T13:28:00Z</cp:lastPrinted>
  <dcterms:created xsi:type="dcterms:W3CDTF">2025-05-14T05:55:00Z</dcterms:created>
  <dcterms:modified xsi:type="dcterms:W3CDTF">2025-09-11T10:02:00Z</dcterms:modified>
</cp:coreProperties>
</file>